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803"/>
        <w:gridCol w:w="4649"/>
      </w:tblGrid>
      <w:tr w:rsidR="00636121" w:rsidRPr="007B2ED4" w14:paraId="56FF33F6" w14:textId="77777777" w:rsidTr="00982FA2">
        <w:trPr>
          <w:gridAfter w:val="2"/>
          <w:wAfter w:w="5452" w:type="dxa"/>
          <w:cantSplit/>
        </w:trPr>
        <w:tc>
          <w:tcPr>
            <w:tcW w:w="4248" w:type="dxa"/>
          </w:tcPr>
          <w:p w14:paraId="46A22F59" w14:textId="280BD99E" w:rsidR="00636121" w:rsidRPr="007B2ED4" w:rsidRDefault="00982FA2" w:rsidP="00784C1A">
            <w:pPr>
              <w:pStyle w:val="Tekst"/>
            </w:pPr>
            <w:r w:rsidRPr="00982FA2">
              <w:t>Riigimetsa Majandamise Keskus</w:t>
            </w:r>
            <w:r>
              <w:rPr>
                <w:rFonts w:ascii="Helvetica" w:hAnsi="Helvetica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</w:p>
        </w:tc>
      </w:tr>
      <w:tr w:rsidR="00636121" w:rsidRPr="007B2ED4" w14:paraId="20D5CE9E" w14:textId="77777777" w:rsidTr="00982FA2">
        <w:trPr>
          <w:gridAfter w:val="2"/>
          <w:wAfter w:w="5452" w:type="dxa"/>
          <w:cantSplit/>
        </w:trPr>
        <w:tc>
          <w:tcPr>
            <w:tcW w:w="42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7793AEA" w14:textId="7C64DDC1" w:rsidR="00636121" w:rsidRPr="007B2ED4" w:rsidRDefault="009A00EF" w:rsidP="00784C1A">
            <w:pPr>
              <w:pStyle w:val="Tekst"/>
            </w:pPr>
            <w:r>
              <w:t>rmk</w:t>
            </w:r>
            <w:r w:rsidR="00982FA2">
              <w:t>@rmk.ee</w:t>
            </w:r>
          </w:p>
        </w:tc>
      </w:tr>
      <w:tr w:rsidR="00636121" w:rsidRPr="007B2ED4" w14:paraId="6DBBF82F" w14:textId="77777777" w:rsidTr="00636121">
        <w:trPr>
          <w:cantSplit/>
        </w:trPr>
        <w:tc>
          <w:tcPr>
            <w:tcW w:w="9700" w:type="dxa"/>
            <w:gridSpan w:val="3"/>
          </w:tcPr>
          <w:p w14:paraId="34B611B7" w14:textId="6E7507C9" w:rsidR="00636121" w:rsidRPr="00B84AE9" w:rsidRDefault="00636121" w:rsidP="00784C1A">
            <w:pPr>
              <w:pStyle w:val="Tekst"/>
            </w:pPr>
            <w:r w:rsidRPr="00B84AE9">
              <w:t xml:space="preserve">                                          </w:t>
            </w:r>
          </w:p>
          <w:p w14:paraId="47D266BB" w14:textId="77777777" w:rsidR="00636121" w:rsidRPr="007B2ED4" w:rsidRDefault="00636121" w:rsidP="00784C1A">
            <w:pPr>
              <w:pStyle w:val="Tekst"/>
              <w:rPr>
                <w:caps/>
                <w:szCs w:val="24"/>
              </w:rPr>
            </w:pPr>
          </w:p>
        </w:tc>
      </w:tr>
      <w:tr w:rsidR="00636121" w14:paraId="593FFC85" w14:textId="77777777" w:rsidTr="00636121">
        <w:trPr>
          <w:cantSplit/>
        </w:trPr>
        <w:tc>
          <w:tcPr>
            <w:tcW w:w="9700" w:type="dxa"/>
            <w:gridSpan w:val="3"/>
          </w:tcPr>
          <w:p w14:paraId="5F2D24A0" w14:textId="77777777" w:rsidR="00636121" w:rsidRDefault="00636121" w:rsidP="00784C1A">
            <w:pPr>
              <w:pStyle w:val="Tekst"/>
              <w:tabs>
                <w:tab w:val="center" w:pos="4624"/>
                <w:tab w:val="right" w:pos="9248"/>
              </w:tabs>
            </w:pPr>
            <w:r>
              <w:tab/>
            </w:r>
            <w:r>
              <w:tab/>
              <w:t xml:space="preserve">            </w:t>
            </w:r>
          </w:p>
          <w:p w14:paraId="61E2EA36" w14:textId="4F1BBF86" w:rsidR="00636121" w:rsidRDefault="00636121" w:rsidP="00784C1A">
            <w:pPr>
              <w:pStyle w:val="Tekst"/>
              <w:jc w:val="right"/>
            </w:pPr>
            <w:r>
              <w:t xml:space="preserve">                                                                  </w:t>
            </w:r>
            <w:r w:rsidR="009A00EF">
              <w:t>25</w:t>
            </w:r>
            <w:r>
              <w:t>.</w:t>
            </w:r>
            <w:r w:rsidR="009A00EF">
              <w:t>11</w:t>
            </w:r>
            <w:r w:rsidR="00982FA2">
              <w:t>.202</w:t>
            </w:r>
            <w:r w:rsidR="009A00EF">
              <w:t>4</w:t>
            </w:r>
            <w:r>
              <w:t xml:space="preserve">                               </w:t>
            </w:r>
          </w:p>
        </w:tc>
      </w:tr>
      <w:tr w:rsidR="00636121" w14:paraId="2C5B2182" w14:textId="77777777" w:rsidTr="00636121">
        <w:trPr>
          <w:cantSplit/>
        </w:trPr>
        <w:tc>
          <w:tcPr>
            <w:tcW w:w="9700" w:type="dxa"/>
            <w:gridSpan w:val="3"/>
          </w:tcPr>
          <w:p w14:paraId="06C77188" w14:textId="77777777" w:rsidR="00636121" w:rsidRDefault="00636121" w:rsidP="00784C1A">
            <w:pPr>
              <w:pStyle w:val="Tekst"/>
              <w:rPr>
                <w:rFonts w:ascii="EE Times New Roman" w:hAnsi="EE Times New Roman"/>
              </w:rPr>
            </w:pPr>
          </w:p>
        </w:tc>
      </w:tr>
      <w:tr w:rsidR="00636121" w14:paraId="7BA3EFDD" w14:textId="77777777" w:rsidTr="00636121">
        <w:trPr>
          <w:gridAfter w:val="1"/>
          <w:wAfter w:w="4649" w:type="dxa"/>
          <w:cantSplit/>
        </w:trPr>
        <w:tc>
          <w:tcPr>
            <w:tcW w:w="5051" w:type="dxa"/>
            <w:gridSpan w:val="2"/>
          </w:tcPr>
          <w:p w14:paraId="3F214D6C" w14:textId="77777777" w:rsidR="00636121" w:rsidRDefault="00636121" w:rsidP="00784C1A">
            <w:pPr>
              <w:pStyle w:val="Tekst"/>
              <w:rPr>
                <w:rFonts w:ascii="EE Times New Roman" w:hAnsi="EE Times New Roman"/>
              </w:rPr>
            </w:pPr>
          </w:p>
        </w:tc>
      </w:tr>
      <w:tr w:rsidR="00636121" w14:paraId="4589A06F" w14:textId="77777777" w:rsidTr="00636121">
        <w:trPr>
          <w:cantSplit/>
        </w:trPr>
        <w:tc>
          <w:tcPr>
            <w:tcW w:w="9700" w:type="dxa"/>
            <w:gridSpan w:val="3"/>
          </w:tcPr>
          <w:p w14:paraId="5B35E400" w14:textId="77777777" w:rsidR="00636121" w:rsidRDefault="00636121" w:rsidP="00784C1A">
            <w:pPr>
              <w:jc w:val="both"/>
              <w:rPr>
                <w:rFonts w:ascii="Times New Roman" w:hAnsi="Times New Roman"/>
                <w:kern w:val="0"/>
                <w:sz w:val="24"/>
                <w:lang w:eastAsia="en-US"/>
              </w:rPr>
            </w:pPr>
          </w:p>
          <w:p w14:paraId="3D78B170" w14:textId="77777777" w:rsidR="00636121" w:rsidRPr="0069247D" w:rsidRDefault="00636121" w:rsidP="00784C1A">
            <w:pPr>
              <w:jc w:val="center"/>
              <w:rPr>
                <w:rFonts w:ascii="Times New Roman" w:hAnsi="Times New Roman"/>
                <w:kern w:val="0"/>
                <w:sz w:val="24"/>
                <w:lang w:eastAsia="en-US"/>
              </w:rPr>
            </w:pPr>
            <w:r>
              <w:rPr>
                <w:rFonts w:ascii="Times New Roman" w:hAnsi="Times New Roman"/>
                <w:kern w:val="0"/>
                <w:sz w:val="24"/>
                <w:lang w:eastAsia="en-US"/>
              </w:rPr>
              <w:t>AVALDUS</w:t>
            </w:r>
          </w:p>
          <w:p w14:paraId="5A3BDC92" w14:textId="77777777" w:rsidR="00636121" w:rsidRDefault="00636121" w:rsidP="00784C1A">
            <w:pPr>
              <w:pStyle w:val="Tekst"/>
            </w:pPr>
          </w:p>
        </w:tc>
      </w:tr>
      <w:tr w:rsidR="00636121" w14:paraId="6A541DEF" w14:textId="77777777" w:rsidTr="00636121">
        <w:trPr>
          <w:cantSplit/>
        </w:trPr>
        <w:tc>
          <w:tcPr>
            <w:tcW w:w="9700" w:type="dxa"/>
            <w:gridSpan w:val="3"/>
          </w:tcPr>
          <w:p w14:paraId="4BDCA288" w14:textId="77777777" w:rsidR="00636121" w:rsidRDefault="00636121" w:rsidP="00784C1A">
            <w:pPr>
              <w:pStyle w:val="Tekst"/>
            </w:pPr>
          </w:p>
        </w:tc>
      </w:tr>
      <w:tr w:rsidR="00636121" w14:paraId="73C796EF" w14:textId="77777777" w:rsidTr="00636121">
        <w:trPr>
          <w:cantSplit/>
        </w:trPr>
        <w:tc>
          <w:tcPr>
            <w:tcW w:w="9700" w:type="dxa"/>
            <w:gridSpan w:val="3"/>
          </w:tcPr>
          <w:p w14:paraId="4841BED1" w14:textId="087C1D87" w:rsidR="006C3D09" w:rsidRPr="006C3D09" w:rsidRDefault="00636121" w:rsidP="006C3D09">
            <w:pPr>
              <w:jc w:val="both"/>
              <w:rPr>
                <w:rFonts w:ascii="Times New Roman" w:hAnsi="Times New Roman"/>
                <w:kern w:val="0"/>
                <w:sz w:val="24"/>
                <w:lang w:eastAsia="en-US"/>
              </w:rPr>
            </w:pPr>
            <w:r>
              <w:rPr>
                <w:rFonts w:ascii="Times New Roman" w:hAnsi="Times New Roman"/>
                <w:kern w:val="0"/>
                <w:sz w:val="24"/>
                <w:lang w:eastAsia="en-US"/>
              </w:rPr>
              <w:t xml:space="preserve">Palume </w:t>
            </w:r>
            <w:r w:rsidR="00686271">
              <w:rPr>
                <w:rFonts w:ascii="Times New Roman" w:hAnsi="Times New Roman"/>
                <w:kern w:val="0"/>
                <w:sz w:val="24"/>
                <w:lang w:eastAsia="en-US"/>
              </w:rPr>
              <w:t xml:space="preserve">seada </w:t>
            </w:r>
            <w:r w:rsidR="00AE5ACD">
              <w:rPr>
                <w:rFonts w:ascii="Times New Roman" w:hAnsi="Times New Roman"/>
                <w:kern w:val="0"/>
                <w:sz w:val="24"/>
                <w:lang w:eastAsia="en-US"/>
              </w:rPr>
              <w:t>N</w:t>
            </w:r>
            <w:r w:rsidR="00686271">
              <w:rPr>
                <w:rFonts w:ascii="Times New Roman" w:hAnsi="Times New Roman"/>
                <w:kern w:val="0"/>
                <w:sz w:val="24"/>
                <w:lang w:eastAsia="en-US"/>
              </w:rPr>
              <w:t>isu katastriüksuse</w:t>
            </w:r>
            <w:r w:rsidR="006C3D09">
              <w:rPr>
                <w:rFonts w:ascii="Times New Roman" w:hAnsi="Times New Roman"/>
                <w:kern w:val="0"/>
                <w:sz w:val="24"/>
                <w:lang w:eastAsia="en-US"/>
              </w:rPr>
              <w:t xml:space="preserve"> (</w:t>
            </w:r>
            <w:r w:rsidR="006C3D09" w:rsidRPr="00686271">
              <w:rPr>
                <w:rFonts w:ascii="Times New Roman" w:hAnsi="Times New Roman"/>
                <w:kern w:val="0"/>
                <w:sz w:val="24"/>
                <w:lang w:eastAsia="en-US"/>
              </w:rPr>
              <w:t>21302:003:0075</w:t>
            </w:r>
            <w:r w:rsidR="006C3D09">
              <w:rPr>
                <w:rFonts w:ascii="Times New Roman" w:hAnsi="Times New Roman"/>
                <w:kern w:val="0"/>
                <w:sz w:val="24"/>
                <w:lang w:eastAsia="en-US"/>
              </w:rPr>
              <w:t>) kasuks</w:t>
            </w:r>
            <w:r w:rsidR="003B11F2">
              <w:rPr>
                <w:rFonts w:ascii="Times New Roman" w:hAnsi="Times New Roman"/>
                <w:kern w:val="0"/>
                <w:sz w:val="24"/>
                <w:lang w:eastAsia="en-US"/>
              </w:rPr>
              <w:t xml:space="preserve"> </w:t>
            </w:r>
            <w:r w:rsidR="00686271">
              <w:rPr>
                <w:rFonts w:ascii="Times New Roman" w:hAnsi="Times New Roman"/>
                <w:kern w:val="0"/>
                <w:sz w:val="24"/>
                <w:lang w:eastAsia="en-US"/>
              </w:rPr>
              <w:t>teeservituut</w:t>
            </w:r>
            <w:r w:rsidR="003B11F2">
              <w:rPr>
                <w:rFonts w:ascii="Times New Roman" w:hAnsi="Times New Roman"/>
                <w:kern w:val="0"/>
                <w:sz w:val="24"/>
                <w:lang w:eastAsia="en-US"/>
              </w:rPr>
              <w:t xml:space="preserve"> (kaardil sinisega) </w:t>
            </w:r>
            <w:r w:rsidR="001259D3">
              <w:rPr>
                <w:rFonts w:ascii="Times New Roman" w:hAnsi="Times New Roman"/>
                <w:kern w:val="0"/>
                <w:sz w:val="24"/>
                <w:lang w:eastAsia="en-US"/>
              </w:rPr>
              <w:t xml:space="preserve">Lehemetsa </w:t>
            </w:r>
            <w:r w:rsidR="006C3D09" w:rsidRPr="006C3D09">
              <w:rPr>
                <w:rFonts w:ascii="Times New Roman" w:hAnsi="Times New Roman"/>
                <w:kern w:val="0"/>
                <w:sz w:val="24"/>
                <w:lang w:eastAsia="en-US"/>
              </w:rPr>
              <w:t>21302:003:0122</w:t>
            </w:r>
            <w:r w:rsidR="004B1CF9">
              <w:rPr>
                <w:rFonts w:ascii="Times New Roman" w:hAnsi="Times New Roman"/>
                <w:kern w:val="0"/>
                <w:sz w:val="24"/>
                <w:lang w:eastAsia="en-US"/>
              </w:rPr>
              <w:t xml:space="preserve"> kinnistule</w:t>
            </w:r>
            <w:r w:rsidR="006C3D09">
              <w:rPr>
                <w:rFonts w:ascii="Times New Roman" w:hAnsi="Times New Roman"/>
                <w:kern w:val="0"/>
                <w:sz w:val="24"/>
                <w:lang w:eastAsia="en-US"/>
              </w:rPr>
              <w:t>, et oleks võimalik igal ajal Nisu kinnistule pääseda.</w:t>
            </w:r>
            <w:r w:rsidR="00D63EF6">
              <w:rPr>
                <w:rFonts w:ascii="Times New Roman" w:hAnsi="Times New Roman"/>
                <w:kern w:val="0"/>
                <w:sz w:val="24"/>
                <w:lang w:eastAsia="en-US"/>
              </w:rPr>
              <w:t xml:space="preserve"> Kaart lisatud</w:t>
            </w:r>
            <w:r w:rsidR="003B11F2">
              <w:rPr>
                <w:rFonts w:ascii="Times New Roman" w:hAnsi="Times New Roman"/>
                <w:kern w:val="0"/>
                <w:sz w:val="24"/>
                <w:lang w:eastAsia="en-US"/>
              </w:rPr>
              <w:t>.</w:t>
            </w:r>
          </w:p>
          <w:p w14:paraId="380D548F" w14:textId="2868329C" w:rsidR="00636121" w:rsidRDefault="00636121" w:rsidP="00784C1A">
            <w:pPr>
              <w:jc w:val="both"/>
              <w:rPr>
                <w:rFonts w:ascii="Times New Roman" w:hAnsi="Times New Roman"/>
                <w:kern w:val="0"/>
                <w:sz w:val="24"/>
                <w:lang w:eastAsia="en-US"/>
              </w:rPr>
            </w:pPr>
          </w:p>
          <w:p w14:paraId="7271B9A7" w14:textId="77777777" w:rsidR="00636121" w:rsidRDefault="00636121" w:rsidP="00784C1A">
            <w:pPr>
              <w:jc w:val="both"/>
              <w:rPr>
                <w:rFonts w:ascii="Times New Roman" w:hAnsi="Times New Roman"/>
                <w:kern w:val="0"/>
                <w:sz w:val="24"/>
                <w:lang w:eastAsia="en-US"/>
              </w:rPr>
            </w:pPr>
          </w:p>
          <w:p w14:paraId="0FEC355B" w14:textId="77777777" w:rsidR="00636121" w:rsidRDefault="00636121" w:rsidP="00784C1A">
            <w:pPr>
              <w:pStyle w:val="Tekst"/>
              <w:jc w:val="both"/>
            </w:pPr>
          </w:p>
        </w:tc>
      </w:tr>
    </w:tbl>
    <w:p w14:paraId="4AF6357A" w14:textId="77777777" w:rsidR="00A86718" w:rsidRDefault="00A86718" w:rsidP="00A86718">
      <w:pPr>
        <w:pStyle w:val="Tekst"/>
        <w:tabs>
          <w:tab w:val="left" w:pos="672"/>
        </w:tabs>
        <w:jc w:val="both"/>
      </w:pPr>
      <w:r>
        <w:t>Lugupidamisega</w:t>
      </w:r>
    </w:p>
    <w:p w14:paraId="626E5D77" w14:textId="77777777" w:rsidR="00A86718" w:rsidRDefault="00A86718" w:rsidP="00A86718">
      <w:pPr>
        <w:pStyle w:val="Tekst"/>
        <w:tabs>
          <w:tab w:val="left" w:pos="672"/>
        </w:tabs>
        <w:jc w:val="both"/>
      </w:pPr>
    </w:p>
    <w:p w14:paraId="3F047765" w14:textId="77777777" w:rsidR="00A86718" w:rsidRPr="00A86718" w:rsidRDefault="00A86718" w:rsidP="00A86718">
      <w:pPr>
        <w:pStyle w:val="Tekst"/>
        <w:tabs>
          <w:tab w:val="left" w:pos="672"/>
        </w:tabs>
        <w:jc w:val="both"/>
        <w:rPr>
          <w:i/>
        </w:rPr>
      </w:pPr>
      <w:r w:rsidRPr="00A86718">
        <w:rPr>
          <w:i/>
        </w:rPr>
        <w:t>(Allkirjastatud digitaalselt)</w:t>
      </w:r>
    </w:p>
    <w:p w14:paraId="29653D60" w14:textId="77777777" w:rsidR="00A86718" w:rsidRDefault="00A86718" w:rsidP="00A86718">
      <w:pPr>
        <w:pStyle w:val="Tekst"/>
        <w:tabs>
          <w:tab w:val="left" w:pos="672"/>
        </w:tabs>
        <w:jc w:val="both"/>
      </w:pPr>
    </w:p>
    <w:p w14:paraId="2BF063FE" w14:textId="4AB4A7AE" w:rsidR="00A86718" w:rsidRDefault="00686271" w:rsidP="00A86718">
      <w:pPr>
        <w:pStyle w:val="Tekst"/>
        <w:tabs>
          <w:tab w:val="left" w:pos="672"/>
        </w:tabs>
        <w:jc w:val="both"/>
      </w:pPr>
      <w:r>
        <w:t>Terli Krikuhhin</w:t>
      </w:r>
    </w:p>
    <w:p w14:paraId="4038D221" w14:textId="77777777" w:rsidR="00A86718" w:rsidRDefault="00A86718" w:rsidP="00A86718">
      <w:pPr>
        <w:pStyle w:val="Tekst"/>
        <w:tabs>
          <w:tab w:val="left" w:pos="672"/>
        </w:tabs>
        <w:jc w:val="both"/>
      </w:pPr>
      <w:r>
        <w:t>Juhatuse liige</w:t>
      </w:r>
    </w:p>
    <w:p w14:paraId="35DBEB96" w14:textId="317F18B2" w:rsidR="009A00EF" w:rsidRDefault="009A00EF" w:rsidP="00A86718">
      <w:pPr>
        <w:pStyle w:val="Tekst"/>
        <w:tabs>
          <w:tab w:val="left" w:pos="672"/>
        </w:tabs>
        <w:jc w:val="both"/>
      </w:pPr>
      <w:r>
        <w:t>Massiaru Põllumajanduslik OÜ</w:t>
      </w:r>
    </w:p>
    <w:p w14:paraId="5EE20112" w14:textId="77777777" w:rsidR="00A86718" w:rsidRDefault="00A86718" w:rsidP="00A86718">
      <w:pPr>
        <w:pStyle w:val="Tekst"/>
        <w:tabs>
          <w:tab w:val="left" w:pos="672"/>
        </w:tabs>
        <w:jc w:val="both"/>
      </w:pPr>
    </w:p>
    <w:p w14:paraId="1F4FFB83" w14:textId="77777777" w:rsidR="00A86718" w:rsidRDefault="00A86718" w:rsidP="00A86718">
      <w:pPr>
        <w:pStyle w:val="Tekst"/>
        <w:tabs>
          <w:tab w:val="left" w:pos="672"/>
        </w:tabs>
        <w:jc w:val="both"/>
      </w:pPr>
    </w:p>
    <w:p w14:paraId="5A70A09D" w14:textId="77777777" w:rsidR="00E24705" w:rsidRDefault="00E24705" w:rsidP="004C3917">
      <w:pPr>
        <w:pStyle w:val="Tekst"/>
        <w:jc w:val="both"/>
      </w:pPr>
    </w:p>
    <w:p w14:paraId="2DCE8093" w14:textId="77777777" w:rsidR="00E24705" w:rsidRDefault="00E24705" w:rsidP="004C3917">
      <w:pPr>
        <w:pStyle w:val="Tekst"/>
        <w:tabs>
          <w:tab w:val="left" w:pos="672"/>
        </w:tabs>
        <w:jc w:val="both"/>
      </w:pPr>
    </w:p>
    <w:sectPr w:rsidR="00E24705" w:rsidSect="00080F64">
      <w:headerReference w:type="even" r:id="rId7"/>
      <w:headerReference w:type="default" r:id="rId8"/>
      <w:footerReference w:type="first" r:id="rId9"/>
      <w:type w:val="continuous"/>
      <w:pgSz w:w="11906" w:h="16838" w:code="9"/>
      <w:pgMar w:top="1701" w:right="1418" w:bottom="1276" w:left="1418" w:header="454" w:footer="11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5DAF8" w14:textId="77777777" w:rsidR="00C11859" w:rsidRDefault="00C11859">
      <w:r>
        <w:separator/>
      </w:r>
    </w:p>
  </w:endnote>
  <w:endnote w:type="continuationSeparator" w:id="0">
    <w:p w14:paraId="55A53FB0" w14:textId="77777777" w:rsidR="00C11859" w:rsidRDefault="00C1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E4A1E" w14:textId="77777777" w:rsidR="0079189A" w:rsidRDefault="0069247D" w:rsidP="0079189A">
    <w:pPr>
      <w:spacing w:after="0"/>
    </w:pPr>
    <w:r>
      <w:rPr>
        <w:rFonts w:ascii="Verdana" w:hAnsi="Verdana"/>
        <w:color w:val="5F5F5F"/>
        <w:sz w:val="18"/>
        <w:szCs w:val="18"/>
      </w:rPr>
      <w:t xml:space="preserve">  </w:t>
    </w:r>
    <w:r w:rsidR="0079189A" w:rsidRPr="007579D6">
      <w:rPr>
        <w:rFonts w:ascii="Verdana" w:hAnsi="Verdana"/>
        <w:color w:val="5F5F5F"/>
        <w:sz w:val="18"/>
        <w:szCs w:val="18"/>
      </w:rPr>
      <w:t xml:space="preserve">Massiaru </w:t>
    </w:r>
    <w:r w:rsidR="0079189A">
      <w:rPr>
        <w:rFonts w:ascii="Verdana" w:hAnsi="Verdana"/>
        <w:color w:val="5F5F5F"/>
        <w:sz w:val="18"/>
        <w:szCs w:val="18"/>
      </w:rPr>
      <w:t>Põllumajanduslik OÜ</w:t>
    </w:r>
    <w:r w:rsidR="0079189A">
      <w:rPr>
        <w:rFonts w:ascii="Verdana" w:hAnsi="Verdana"/>
        <w:color w:val="5F5F5F"/>
        <w:sz w:val="18"/>
        <w:szCs w:val="18"/>
      </w:rPr>
      <w:tab/>
    </w:r>
    <w:r w:rsidR="0079189A">
      <w:rPr>
        <w:rFonts w:ascii="Verdana" w:hAnsi="Verdana"/>
        <w:color w:val="5F5F5F"/>
        <w:sz w:val="18"/>
        <w:szCs w:val="18"/>
      </w:rPr>
      <w:tab/>
      <w:t>Registrikood 10250324</w:t>
    </w:r>
    <w:r w:rsidR="0079189A">
      <w:rPr>
        <w:rFonts w:ascii="Verdana" w:hAnsi="Verdana"/>
        <w:color w:val="5F5F5F"/>
        <w:sz w:val="18"/>
        <w:szCs w:val="18"/>
      </w:rPr>
      <w:tab/>
    </w:r>
    <w:r w:rsidR="0079189A">
      <w:rPr>
        <w:rFonts w:ascii="Verdana" w:hAnsi="Verdana"/>
        <w:color w:val="5F5F5F"/>
        <w:sz w:val="18"/>
        <w:szCs w:val="18"/>
      </w:rPr>
      <w:tab/>
    </w:r>
  </w:p>
  <w:tbl>
    <w:tblPr>
      <w:tblW w:w="896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578"/>
      <w:gridCol w:w="992"/>
      <w:gridCol w:w="1788"/>
      <w:gridCol w:w="2605"/>
    </w:tblGrid>
    <w:tr w:rsidR="0079189A" w:rsidRPr="00E0555B" w14:paraId="761BC067" w14:textId="77777777" w:rsidTr="006D7A72">
      <w:trPr>
        <w:trHeight w:val="251"/>
      </w:trPr>
      <w:tc>
        <w:tcPr>
          <w:tcW w:w="3578" w:type="dxa"/>
        </w:tcPr>
        <w:p w14:paraId="134E46CE" w14:textId="77777777" w:rsidR="0079189A" w:rsidRPr="00E0555B" w:rsidRDefault="0079189A" w:rsidP="0079189A">
          <w:pPr>
            <w:pStyle w:val="Jalus"/>
            <w:tabs>
              <w:tab w:val="clear" w:pos="4153"/>
              <w:tab w:val="center" w:pos="4995"/>
            </w:tabs>
            <w:rPr>
              <w:rFonts w:ascii="Verdana" w:hAnsi="Verdana"/>
              <w:color w:val="5F5F5F"/>
              <w:sz w:val="18"/>
              <w:szCs w:val="18"/>
            </w:rPr>
          </w:pPr>
          <w:r>
            <w:rPr>
              <w:rFonts w:ascii="Verdana" w:hAnsi="Verdana"/>
              <w:color w:val="5F5F5F"/>
              <w:sz w:val="18"/>
              <w:szCs w:val="18"/>
            </w:rPr>
            <w:t>Massiaru küla, Häädemeeste vald</w:t>
          </w:r>
        </w:p>
      </w:tc>
      <w:tc>
        <w:tcPr>
          <w:tcW w:w="992" w:type="dxa"/>
        </w:tcPr>
        <w:p w14:paraId="3CFF0183" w14:textId="77777777" w:rsidR="0079189A" w:rsidRPr="00E0555B" w:rsidRDefault="0079189A" w:rsidP="0079189A">
          <w:pPr>
            <w:pStyle w:val="Jalus"/>
            <w:rPr>
              <w:rFonts w:ascii="Verdana" w:hAnsi="Verdana"/>
              <w:color w:val="5F5F5F"/>
              <w:sz w:val="18"/>
              <w:szCs w:val="18"/>
            </w:rPr>
          </w:pPr>
          <w:r w:rsidRPr="00E0555B">
            <w:rPr>
              <w:rFonts w:ascii="Verdana" w:hAnsi="Verdana"/>
              <w:color w:val="5F5F5F"/>
              <w:sz w:val="18"/>
              <w:szCs w:val="18"/>
            </w:rPr>
            <w:t>Telefon</w:t>
          </w:r>
        </w:p>
      </w:tc>
      <w:tc>
        <w:tcPr>
          <w:tcW w:w="1788" w:type="dxa"/>
          <w:tcMar>
            <w:left w:w="0" w:type="dxa"/>
            <w:right w:w="0" w:type="dxa"/>
          </w:tcMar>
        </w:tcPr>
        <w:p w14:paraId="1DE9CCAB" w14:textId="77777777" w:rsidR="0079189A" w:rsidRPr="00E0555B" w:rsidRDefault="0079189A" w:rsidP="0079189A">
          <w:pPr>
            <w:pStyle w:val="Jalus"/>
            <w:rPr>
              <w:rFonts w:ascii="Verdana" w:hAnsi="Verdana"/>
              <w:color w:val="5F5F5F"/>
              <w:sz w:val="18"/>
              <w:szCs w:val="18"/>
            </w:rPr>
          </w:pPr>
          <w:r>
            <w:rPr>
              <w:rFonts w:ascii="Verdana" w:hAnsi="Verdana"/>
              <w:color w:val="5F5F5F"/>
              <w:sz w:val="18"/>
              <w:szCs w:val="18"/>
            </w:rPr>
            <w:t>56454329</w:t>
          </w:r>
        </w:p>
      </w:tc>
      <w:tc>
        <w:tcPr>
          <w:tcW w:w="2605" w:type="dxa"/>
        </w:tcPr>
        <w:p w14:paraId="2D5D79F0" w14:textId="77777777" w:rsidR="0079189A" w:rsidRPr="00E0555B" w:rsidRDefault="0079189A" w:rsidP="0079189A">
          <w:pPr>
            <w:pStyle w:val="Jalus"/>
            <w:jc w:val="right"/>
            <w:rPr>
              <w:rFonts w:ascii="Verdana" w:hAnsi="Verdana"/>
              <w:color w:val="5F5F5F"/>
              <w:sz w:val="18"/>
              <w:szCs w:val="18"/>
            </w:rPr>
          </w:pPr>
          <w:r>
            <w:rPr>
              <w:rFonts w:ascii="Verdana" w:hAnsi="Verdana"/>
              <w:color w:val="5F5F5F"/>
              <w:sz w:val="18"/>
              <w:szCs w:val="18"/>
            </w:rPr>
            <w:t>massiaru1@gmail.com</w:t>
          </w:r>
        </w:p>
      </w:tc>
    </w:tr>
    <w:tr w:rsidR="0079189A" w:rsidRPr="00E0555B" w14:paraId="479823C8" w14:textId="77777777" w:rsidTr="006D7A72">
      <w:trPr>
        <w:trHeight w:val="269"/>
      </w:trPr>
      <w:tc>
        <w:tcPr>
          <w:tcW w:w="3578" w:type="dxa"/>
        </w:tcPr>
        <w:p w14:paraId="21B135EB" w14:textId="77777777" w:rsidR="0079189A" w:rsidRPr="00E0555B" w:rsidRDefault="0079189A" w:rsidP="0079189A">
          <w:pPr>
            <w:pStyle w:val="Jalus"/>
            <w:rPr>
              <w:rFonts w:ascii="Verdana" w:hAnsi="Verdana"/>
              <w:color w:val="5F5F5F"/>
              <w:sz w:val="18"/>
              <w:szCs w:val="18"/>
            </w:rPr>
          </w:pPr>
          <w:r>
            <w:rPr>
              <w:rFonts w:ascii="Verdana" w:hAnsi="Verdana"/>
              <w:color w:val="5F5F5F"/>
              <w:sz w:val="18"/>
              <w:szCs w:val="18"/>
            </w:rPr>
            <w:t>86004</w:t>
          </w:r>
          <w:r w:rsidRPr="00E0555B">
            <w:rPr>
              <w:rFonts w:ascii="Verdana" w:hAnsi="Verdana"/>
              <w:color w:val="5F5F5F"/>
              <w:sz w:val="18"/>
              <w:szCs w:val="18"/>
            </w:rPr>
            <w:t xml:space="preserve"> </w:t>
          </w:r>
          <w:r>
            <w:rPr>
              <w:rFonts w:ascii="Verdana" w:hAnsi="Verdana"/>
              <w:color w:val="5F5F5F"/>
              <w:sz w:val="18"/>
              <w:szCs w:val="18"/>
            </w:rPr>
            <w:t>Pärnumaa</w:t>
          </w:r>
        </w:p>
      </w:tc>
      <w:tc>
        <w:tcPr>
          <w:tcW w:w="992" w:type="dxa"/>
        </w:tcPr>
        <w:p w14:paraId="266E2DA6" w14:textId="77777777" w:rsidR="0079189A" w:rsidRPr="00E0555B" w:rsidRDefault="0079189A" w:rsidP="0079189A">
          <w:pPr>
            <w:pStyle w:val="Jalus"/>
            <w:rPr>
              <w:rFonts w:ascii="Verdana" w:hAnsi="Verdana"/>
              <w:color w:val="5F5F5F"/>
              <w:sz w:val="18"/>
              <w:szCs w:val="18"/>
            </w:rPr>
          </w:pPr>
        </w:p>
      </w:tc>
      <w:tc>
        <w:tcPr>
          <w:tcW w:w="1788" w:type="dxa"/>
          <w:tcMar>
            <w:left w:w="0" w:type="dxa"/>
            <w:right w:w="0" w:type="dxa"/>
          </w:tcMar>
        </w:tcPr>
        <w:p w14:paraId="6BD9F266" w14:textId="77777777" w:rsidR="0079189A" w:rsidRPr="00E0555B" w:rsidRDefault="0079189A" w:rsidP="0079189A">
          <w:pPr>
            <w:pStyle w:val="Jalus"/>
            <w:rPr>
              <w:rFonts w:ascii="Verdana" w:hAnsi="Verdana"/>
              <w:color w:val="5F5F5F"/>
              <w:sz w:val="18"/>
              <w:szCs w:val="18"/>
            </w:rPr>
          </w:pPr>
        </w:p>
      </w:tc>
      <w:tc>
        <w:tcPr>
          <w:tcW w:w="2605" w:type="dxa"/>
        </w:tcPr>
        <w:p w14:paraId="23351CA1" w14:textId="77777777" w:rsidR="0079189A" w:rsidRPr="00E0555B" w:rsidRDefault="0079189A" w:rsidP="0079189A">
          <w:pPr>
            <w:pStyle w:val="Jalus"/>
            <w:jc w:val="right"/>
            <w:rPr>
              <w:rFonts w:ascii="Verdana" w:hAnsi="Verdana"/>
              <w:color w:val="5F5F5F"/>
              <w:sz w:val="18"/>
              <w:szCs w:val="18"/>
            </w:rPr>
          </w:pPr>
        </w:p>
      </w:tc>
    </w:tr>
  </w:tbl>
  <w:p w14:paraId="32A17A96" w14:textId="77777777" w:rsidR="007A2EEE" w:rsidRPr="00E0555B" w:rsidRDefault="007A2EEE" w:rsidP="0079189A">
    <w:pPr>
      <w:spacing w:after="0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BF779" w14:textId="77777777" w:rsidR="00C11859" w:rsidRDefault="00C11859">
      <w:r>
        <w:separator/>
      </w:r>
    </w:p>
  </w:footnote>
  <w:footnote w:type="continuationSeparator" w:id="0">
    <w:p w14:paraId="31FC393F" w14:textId="77777777" w:rsidR="00C11859" w:rsidRDefault="00C1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9103A" w14:textId="77777777" w:rsidR="00513AE7" w:rsidRDefault="00C32A8D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 w:rsidR="00513AE7"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2E0428F" w14:textId="77777777" w:rsidR="00513AE7" w:rsidRDefault="00513AE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8459" w14:textId="77777777" w:rsidR="00513AE7" w:rsidRDefault="00C32A8D" w:rsidP="005A70D2">
    <w:pPr>
      <w:pStyle w:val="Pis"/>
      <w:framePr w:wrap="notBeside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 w:rsidR="00513AE7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636121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45BE3840" w14:textId="77777777" w:rsidR="00513AE7" w:rsidRDefault="00513AE7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A4D78"/>
    <w:multiLevelType w:val="multilevel"/>
    <w:tmpl w:val="90245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021EB"/>
    <w:multiLevelType w:val="multilevel"/>
    <w:tmpl w:val="08C0FE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3BE57FD"/>
    <w:multiLevelType w:val="hybridMultilevel"/>
    <w:tmpl w:val="97BECA9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932B6"/>
    <w:multiLevelType w:val="hybridMultilevel"/>
    <w:tmpl w:val="B99648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5647D"/>
    <w:multiLevelType w:val="hybridMultilevel"/>
    <w:tmpl w:val="1E70FD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5980"/>
    <w:multiLevelType w:val="multilevel"/>
    <w:tmpl w:val="A18C2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5274B8"/>
    <w:multiLevelType w:val="multilevel"/>
    <w:tmpl w:val="FF8EB9C0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85C2CD3"/>
    <w:multiLevelType w:val="hybridMultilevel"/>
    <w:tmpl w:val="1E70FD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3552F"/>
    <w:multiLevelType w:val="hybridMultilevel"/>
    <w:tmpl w:val="97BECA9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76A7C5C"/>
    <w:multiLevelType w:val="multilevel"/>
    <w:tmpl w:val="8EBC68A4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9684A7B"/>
    <w:multiLevelType w:val="hybridMultilevel"/>
    <w:tmpl w:val="EE3287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60156">
    <w:abstractNumId w:val="9"/>
  </w:num>
  <w:num w:numId="2" w16cid:durableId="1415515854">
    <w:abstractNumId w:val="10"/>
  </w:num>
  <w:num w:numId="3" w16cid:durableId="457257569">
    <w:abstractNumId w:val="1"/>
  </w:num>
  <w:num w:numId="4" w16cid:durableId="1092974958">
    <w:abstractNumId w:val="6"/>
  </w:num>
  <w:num w:numId="5" w16cid:durableId="752512341">
    <w:abstractNumId w:val="7"/>
  </w:num>
  <w:num w:numId="6" w16cid:durableId="1221554678">
    <w:abstractNumId w:val="4"/>
  </w:num>
  <w:num w:numId="7" w16cid:durableId="1426606258">
    <w:abstractNumId w:val="3"/>
  </w:num>
  <w:num w:numId="8" w16cid:durableId="1321959099">
    <w:abstractNumId w:val="11"/>
  </w:num>
  <w:num w:numId="9" w16cid:durableId="704912523">
    <w:abstractNumId w:val="5"/>
  </w:num>
  <w:num w:numId="10" w16cid:durableId="2132895492">
    <w:abstractNumId w:val="0"/>
  </w:num>
  <w:num w:numId="11" w16cid:durableId="1867213837">
    <w:abstractNumId w:val="8"/>
  </w:num>
  <w:num w:numId="12" w16cid:durableId="466973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style="mso-position-horizontal:left;mso-position-horizontal-relative:margin;mso-position-vertical-relative:page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9D6"/>
    <w:rsid w:val="0003530A"/>
    <w:rsid w:val="00077BB4"/>
    <w:rsid w:val="00080F64"/>
    <w:rsid w:val="00084C20"/>
    <w:rsid w:val="000C2648"/>
    <w:rsid w:val="000D2214"/>
    <w:rsid w:val="000D4CFF"/>
    <w:rsid w:val="001259D3"/>
    <w:rsid w:val="00172D03"/>
    <w:rsid w:val="0018156E"/>
    <w:rsid w:val="00186A36"/>
    <w:rsid w:val="001A6C34"/>
    <w:rsid w:val="001B0634"/>
    <w:rsid w:val="001C29E1"/>
    <w:rsid w:val="001E6F87"/>
    <w:rsid w:val="001F6DBE"/>
    <w:rsid w:val="00212742"/>
    <w:rsid w:val="00213B11"/>
    <w:rsid w:val="00223B54"/>
    <w:rsid w:val="00225428"/>
    <w:rsid w:val="00225D5B"/>
    <w:rsid w:val="00231038"/>
    <w:rsid w:val="00290B60"/>
    <w:rsid w:val="002E6853"/>
    <w:rsid w:val="002F2F22"/>
    <w:rsid w:val="00382E87"/>
    <w:rsid w:val="003931D9"/>
    <w:rsid w:val="00397248"/>
    <w:rsid w:val="003A6820"/>
    <w:rsid w:val="003B11F2"/>
    <w:rsid w:val="003B3D17"/>
    <w:rsid w:val="003D378A"/>
    <w:rsid w:val="003E2B6E"/>
    <w:rsid w:val="00410C7B"/>
    <w:rsid w:val="004271DC"/>
    <w:rsid w:val="004550F4"/>
    <w:rsid w:val="00464F14"/>
    <w:rsid w:val="004941FF"/>
    <w:rsid w:val="004B1CF9"/>
    <w:rsid w:val="004C3917"/>
    <w:rsid w:val="004C568F"/>
    <w:rsid w:val="004D6A0D"/>
    <w:rsid w:val="004E05F2"/>
    <w:rsid w:val="004E0999"/>
    <w:rsid w:val="004F496F"/>
    <w:rsid w:val="0051216A"/>
    <w:rsid w:val="0051291F"/>
    <w:rsid w:val="005139B9"/>
    <w:rsid w:val="00513AE7"/>
    <w:rsid w:val="00517A03"/>
    <w:rsid w:val="005519E1"/>
    <w:rsid w:val="00553626"/>
    <w:rsid w:val="005A70D2"/>
    <w:rsid w:val="005B13EC"/>
    <w:rsid w:val="005E39F9"/>
    <w:rsid w:val="005E7F43"/>
    <w:rsid w:val="00636121"/>
    <w:rsid w:val="006568B6"/>
    <w:rsid w:val="00665EB1"/>
    <w:rsid w:val="00686271"/>
    <w:rsid w:val="0069247D"/>
    <w:rsid w:val="00694C57"/>
    <w:rsid w:val="00696BDD"/>
    <w:rsid w:val="006B5FE6"/>
    <w:rsid w:val="006B6756"/>
    <w:rsid w:val="006C07CC"/>
    <w:rsid w:val="006C3D09"/>
    <w:rsid w:val="006D0149"/>
    <w:rsid w:val="006F0DE4"/>
    <w:rsid w:val="00714506"/>
    <w:rsid w:val="007348EA"/>
    <w:rsid w:val="007368B7"/>
    <w:rsid w:val="00757080"/>
    <w:rsid w:val="007579D6"/>
    <w:rsid w:val="0079189A"/>
    <w:rsid w:val="007A2EEE"/>
    <w:rsid w:val="007B2ED4"/>
    <w:rsid w:val="007C10D5"/>
    <w:rsid w:val="007E22D0"/>
    <w:rsid w:val="007E7E3C"/>
    <w:rsid w:val="008016A8"/>
    <w:rsid w:val="00802B7E"/>
    <w:rsid w:val="00811665"/>
    <w:rsid w:val="00814F0B"/>
    <w:rsid w:val="00821039"/>
    <w:rsid w:val="00831C67"/>
    <w:rsid w:val="00867137"/>
    <w:rsid w:val="008769D0"/>
    <w:rsid w:val="00880AA1"/>
    <w:rsid w:val="008921CC"/>
    <w:rsid w:val="0089603C"/>
    <w:rsid w:val="008A0487"/>
    <w:rsid w:val="008A60DD"/>
    <w:rsid w:val="008A690D"/>
    <w:rsid w:val="008C1FEB"/>
    <w:rsid w:val="008D5ADB"/>
    <w:rsid w:val="0092348B"/>
    <w:rsid w:val="0098213A"/>
    <w:rsid w:val="00982FA2"/>
    <w:rsid w:val="009832C7"/>
    <w:rsid w:val="00987047"/>
    <w:rsid w:val="00987960"/>
    <w:rsid w:val="009A00EF"/>
    <w:rsid w:val="009A36F9"/>
    <w:rsid w:val="009A4012"/>
    <w:rsid w:val="009C1DA5"/>
    <w:rsid w:val="00A266EC"/>
    <w:rsid w:val="00A51FCA"/>
    <w:rsid w:val="00A70871"/>
    <w:rsid w:val="00A70B84"/>
    <w:rsid w:val="00A771EA"/>
    <w:rsid w:val="00A86718"/>
    <w:rsid w:val="00AA0AD5"/>
    <w:rsid w:val="00AA47FB"/>
    <w:rsid w:val="00AA5ECF"/>
    <w:rsid w:val="00AC1F56"/>
    <w:rsid w:val="00AE5ACD"/>
    <w:rsid w:val="00AF32C7"/>
    <w:rsid w:val="00B04C28"/>
    <w:rsid w:val="00B05AE1"/>
    <w:rsid w:val="00B27BFE"/>
    <w:rsid w:val="00B366B5"/>
    <w:rsid w:val="00B453D4"/>
    <w:rsid w:val="00B5100D"/>
    <w:rsid w:val="00B67688"/>
    <w:rsid w:val="00B75068"/>
    <w:rsid w:val="00B778DB"/>
    <w:rsid w:val="00B943B1"/>
    <w:rsid w:val="00BC52A6"/>
    <w:rsid w:val="00BE291B"/>
    <w:rsid w:val="00BE647D"/>
    <w:rsid w:val="00BF12F9"/>
    <w:rsid w:val="00C11859"/>
    <w:rsid w:val="00C3076F"/>
    <w:rsid w:val="00C32A6D"/>
    <w:rsid w:val="00C32A8D"/>
    <w:rsid w:val="00C46CFD"/>
    <w:rsid w:val="00C61D29"/>
    <w:rsid w:val="00C64857"/>
    <w:rsid w:val="00C6592E"/>
    <w:rsid w:val="00C70233"/>
    <w:rsid w:val="00C84E87"/>
    <w:rsid w:val="00C86FB3"/>
    <w:rsid w:val="00CA01D4"/>
    <w:rsid w:val="00CA55CC"/>
    <w:rsid w:val="00CC41BD"/>
    <w:rsid w:val="00CD0457"/>
    <w:rsid w:val="00CD0658"/>
    <w:rsid w:val="00D2081C"/>
    <w:rsid w:val="00D63EF6"/>
    <w:rsid w:val="00D723F8"/>
    <w:rsid w:val="00D778D4"/>
    <w:rsid w:val="00D801CE"/>
    <w:rsid w:val="00D93E7E"/>
    <w:rsid w:val="00D95432"/>
    <w:rsid w:val="00DC660F"/>
    <w:rsid w:val="00DF1A16"/>
    <w:rsid w:val="00E009CE"/>
    <w:rsid w:val="00E0555B"/>
    <w:rsid w:val="00E17880"/>
    <w:rsid w:val="00E24705"/>
    <w:rsid w:val="00E8321B"/>
    <w:rsid w:val="00E90672"/>
    <w:rsid w:val="00EB7639"/>
    <w:rsid w:val="00EC0A03"/>
    <w:rsid w:val="00EE090B"/>
    <w:rsid w:val="00F12F68"/>
    <w:rsid w:val="00F3086F"/>
    <w:rsid w:val="00F43BF8"/>
    <w:rsid w:val="00F64380"/>
    <w:rsid w:val="00F64E31"/>
    <w:rsid w:val="00F71266"/>
    <w:rsid w:val="00F94F4B"/>
    <w:rsid w:val="00F966DC"/>
    <w:rsid w:val="00FA259A"/>
    <w:rsid w:val="00FD1E82"/>
    <w:rsid w:val="00FD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left;mso-position-horizontal-relative:margin;mso-position-vertical-relative:page" fill="f" fillcolor="window" stroke="f">
      <v:fill color="window" on="f"/>
      <v:stroke on="f"/>
    </o:shapedefaults>
    <o:shapelayout v:ext="edit">
      <o:idmap v:ext="edit" data="2"/>
    </o:shapelayout>
  </w:shapeDefaults>
  <w:decimalSymbol w:val=","/>
  <w:listSeparator w:val=";"/>
  <w14:docId w14:val="24E5FDB2"/>
  <w15:docId w15:val="{3A5B3A20-FE6E-46D1-A681-DD4418FA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B2ED4"/>
    <w:pPr>
      <w:suppressAutoHyphens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kern w:val="1"/>
      <w:sz w:val="22"/>
    </w:rPr>
  </w:style>
  <w:style w:type="paragraph" w:styleId="Pealkiri1">
    <w:name w:val="heading 1"/>
    <w:basedOn w:val="Normaallaad"/>
    <w:next w:val="Normaallaad"/>
    <w:qFormat/>
    <w:rsid w:val="008D5ADB"/>
    <w:pPr>
      <w:keepNext/>
      <w:numPr>
        <w:numId w:val="2"/>
      </w:numPr>
      <w:suppressAutoHyphens w:val="0"/>
      <w:overflowPunct/>
      <w:autoSpaceDE/>
      <w:autoSpaceDN/>
      <w:adjustRightInd/>
      <w:spacing w:before="240" w:after="60" w:line="240" w:lineRule="auto"/>
      <w:jc w:val="both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styleId="Pealkiri2">
    <w:name w:val="heading 2"/>
    <w:basedOn w:val="Normaallaad"/>
    <w:next w:val="Normaallaad"/>
    <w:qFormat/>
    <w:rsid w:val="008D5ADB"/>
    <w:pPr>
      <w:keepNext/>
      <w:numPr>
        <w:ilvl w:val="1"/>
        <w:numId w:val="2"/>
      </w:numPr>
      <w:suppressAutoHyphens w:val="0"/>
      <w:overflowPunct/>
      <w:autoSpaceDE/>
      <w:autoSpaceDN/>
      <w:adjustRightInd/>
      <w:spacing w:before="240" w:after="60" w:line="240" w:lineRule="auto"/>
      <w:textAlignment w:val="auto"/>
      <w:outlineLvl w:val="1"/>
    </w:pPr>
    <w:rPr>
      <w:rFonts w:ascii="Arial" w:hAnsi="Arial"/>
      <w:b/>
      <w:iCs/>
      <w:kern w:val="0"/>
      <w:sz w:val="28"/>
      <w:szCs w:val="24"/>
      <w:lang w:val="en-GB" w:eastAsia="en-US"/>
    </w:rPr>
  </w:style>
  <w:style w:type="paragraph" w:styleId="Pealkiri3">
    <w:name w:val="heading 3"/>
    <w:basedOn w:val="Normaallaad"/>
    <w:next w:val="Normaallaad"/>
    <w:qFormat/>
    <w:rsid w:val="008D5ADB"/>
    <w:pPr>
      <w:keepNext/>
      <w:suppressAutoHyphens w:val="0"/>
      <w:overflowPunct/>
      <w:autoSpaceDE/>
      <w:autoSpaceDN/>
      <w:adjustRightInd/>
      <w:spacing w:after="0" w:line="240" w:lineRule="auto"/>
      <w:textAlignment w:val="auto"/>
      <w:outlineLvl w:val="2"/>
    </w:pPr>
    <w:rPr>
      <w:rFonts w:ascii="Times New Roman" w:hAnsi="Times New Roman"/>
      <w:kern w:val="0"/>
      <w:sz w:val="24"/>
      <w:lang w:eastAsia="en-US"/>
    </w:rPr>
  </w:style>
  <w:style w:type="paragraph" w:styleId="Pealkiri4">
    <w:name w:val="heading 4"/>
    <w:basedOn w:val="Normaallaad"/>
    <w:next w:val="Normaallaad"/>
    <w:qFormat/>
    <w:rsid w:val="008D5ADB"/>
    <w:pPr>
      <w:keepNext/>
      <w:suppressAutoHyphens w:val="0"/>
      <w:overflowPunct/>
      <w:autoSpaceDE/>
      <w:autoSpaceDN/>
      <w:adjustRightInd/>
      <w:spacing w:after="0" w:line="240" w:lineRule="auto"/>
      <w:jc w:val="center"/>
      <w:textAlignment w:val="auto"/>
      <w:outlineLvl w:val="3"/>
    </w:pPr>
    <w:rPr>
      <w:rFonts w:ascii="Times New Roman" w:hAnsi="Times New Roman"/>
      <w:kern w:val="0"/>
      <w:sz w:val="28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8D5ADB"/>
    <w:pPr>
      <w:tabs>
        <w:tab w:val="center" w:pos="4153"/>
        <w:tab w:val="right" w:pos="8306"/>
      </w:tabs>
      <w:suppressAutoHyphens w:val="0"/>
      <w:overflowPunct/>
      <w:autoSpaceDE/>
      <w:autoSpaceDN/>
      <w:adjustRightInd/>
      <w:spacing w:after="0" w:line="240" w:lineRule="auto"/>
      <w:textAlignment w:val="auto"/>
    </w:pPr>
    <w:rPr>
      <w:rFonts w:ascii="Times New Roman" w:hAnsi="Times New Roman"/>
      <w:kern w:val="0"/>
      <w:sz w:val="20"/>
      <w:lang w:val="en-GB" w:eastAsia="en-US"/>
    </w:rPr>
  </w:style>
  <w:style w:type="paragraph" w:styleId="Jalus">
    <w:name w:val="footer"/>
    <w:basedOn w:val="Normaallaad"/>
    <w:rsid w:val="008D5ADB"/>
    <w:pPr>
      <w:tabs>
        <w:tab w:val="center" w:pos="4153"/>
        <w:tab w:val="right" w:pos="8306"/>
      </w:tabs>
      <w:suppressAutoHyphens w:val="0"/>
      <w:overflowPunct/>
      <w:autoSpaceDE/>
      <w:autoSpaceDN/>
      <w:adjustRightInd/>
      <w:spacing w:after="0" w:line="240" w:lineRule="auto"/>
      <w:textAlignment w:val="auto"/>
    </w:pPr>
    <w:rPr>
      <w:rFonts w:ascii="Times New Roman" w:hAnsi="Times New Roman"/>
      <w:kern w:val="0"/>
      <w:sz w:val="20"/>
      <w:lang w:eastAsia="en-US"/>
    </w:rPr>
  </w:style>
  <w:style w:type="paragraph" w:styleId="Kehatekst">
    <w:name w:val="Body Text"/>
    <w:basedOn w:val="Normaallaad"/>
    <w:rsid w:val="008D5ADB"/>
    <w:pPr>
      <w:suppressAutoHyphens w:val="0"/>
      <w:overflowPunct/>
      <w:autoSpaceDE/>
      <w:autoSpaceDN/>
      <w:adjustRightInd/>
      <w:spacing w:after="120" w:line="240" w:lineRule="auto"/>
      <w:textAlignment w:val="auto"/>
    </w:pPr>
    <w:rPr>
      <w:rFonts w:ascii="Times New Roman" w:hAnsi="Times New Roman"/>
      <w:kern w:val="0"/>
      <w:sz w:val="24"/>
      <w:lang w:eastAsia="en-US"/>
    </w:rPr>
  </w:style>
  <w:style w:type="character" w:styleId="Lehekljenumber">
    <w:name w:val="page number"/>
    <w:basedOn w:val="Liguvaikefont"/>
    <w:rsid w:val="008D5ADB"/>
  </w:style>
  <w:style w:type="paragraph" w:customStyle="1" w:styleId="Tekst">
    <w:name w:val="Tekst"/>
    <w:basedOn w:val="Kehatekst"/>
    <w:rsid w:val="008D5ADB"/>
    <w:pPr>
      <w:spacing w:after="0"/>
    </w:pPr>
  </w:style>
  <w:style w:type="paragraph" w:customStyle="1" w:styleId="Pea">
    <w:name w:val="Pea"/>
    <w:basedOn w:val="Kehatekst"/>
    <w:rsid w:val="008D5ADB"/>
    <w:pPr>
      <w:tabs>
        <w:tab w:val="left" w:pos="6521"/>
      </w:tabs>
      <w:spacing w:after="0"/>
      <w:ind w:left="-1134"/>
      <w:jc w:val="center"/>
    </w:pPr>
    <w:rPr>
      <w:sz w:val="28"/>
    </w:rPr>
  </w:style>
  <w:style w:type="paragraph" w:customStyle="1" w:styleId="Loetelu">
    <w:name w:val="Loetelu"/>
    <w:basedOn w:val="Kehatekst"/>
    <w:rsid w:val="008D5ADB"/>
    <w:pPr>
      <w:numPr>
        <w:numId w:val="4"/>
      </w:numPr>
      <w:spacing w:before="120" w:after="0"/>
    </w:pPr>
  </w:style>
  <w:style w:type="paragraph" w:customStyle="1" w:styleId="Bodyt">
    <w:name w:val="Bodyt"/>
    <w:basedOn w:val="Normaallaad"/>
    <w:rsid w:val="008D5ADB"/>
    <w:pPr>
      <w:numPr>
        <w:ilvl w:val="1"/>
        <w:numId w:val="4"/>
      </w:numPr>
      <w:suppressAutoHyphens w:val="0"/>
      <w:overflowPunct/>
      <w:autoSpaceDE/>
      <w:autoSpaceDN/>
      <w:adjustRightInd/>
      <w:spacing w:after="0" w:line="240" w:lineRule="auto"/>
      <w:jc w:val="both"/>
      <w:textAlignment w:val="auto"/>
    </w:pPr>
    <w:rPr>
      <w:rFonts w:ascii="Times New Roman" w:hAnsi="Times New Roman"/>
      <w:kern w:val="0"/>
      <w:sz w:val="24"/>
      <w:lang w:val="en-GB" w:eastAsia="en-US"/>
    </w:rPr>
  </w:style>
  <w:style w:type="character" w:styleId="Hperlink">
    <w:name w:val="Hyperlink"/>
    <w:rsid w:val="005139B9"/>
    <w:rPr>
      <w:color w:val="0000FF"/>
      <w:u w:val="single"/>
    </w:rPr>
  </w:style>
  <w:style w:type="character" w:styleId="Mainimine">
    <w:name w:val="Mention"/>
    <w:basedOn w:val="Liguvaikefont"/>
    <w:uiPriority w:val="99"/>
    <w:semiHidden/>
    <w:unhideWhenUsed/>
    <w:rsid w:val="0069247D"/>
    <w:rPr>
      <w:color w:val="2B579A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223B5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0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wnloads\2._ye_kirjablanket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2._ye_kirjablankett</Template>
  <TotalTime>4</TotalTime>
  <Pages>1</Pages>
  <Words>79</Words>
  <Characters>460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Kirjablankett</vt:lpstr>
      <vt:lpstr>Kirjablankett</vt:lpstr>
      <vt:lpstr>Kirjablankett</vt:lpstr>
    </vt:vector>
  </TitlesOfParts>
  <Company>Hewlett-Packard Company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subject>Dokumendimall</dc:subject>
  <dc:creator>kasutaja</dc:creator>
  <cp:lastModifiedBy>Massiaru POÜ</cp:lastModifiedBy>
  <cp:revision>2</cp:revision>
  <cp:lastPrinted>2011-10-17T10:38:00Z</cp:lastPrinted>
  <dcterms:created xsi:type="dcterms:W3CDTF">2024-11-25T09:45:00Z</dcterms:created>
  <dcterms:modified xsi:type="dcterms:W3CDTF">2024-11-25T09:45:00Z</dcterms:modified>
</cp:coreProperties>
</file>